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0B0B2A79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56E2A">
        <w:rPr>
          <w:rFonts w:ascii="Corbel" w:hAnsi="Corbel"/>
          <w:i/>
          <w:smallCaps/>
          <w:sz w:val="24"/>
          <w:szCs w:val="24"/>
        </w:rPr>
        <w:t>2022-2025</w:t>
      </w:r>
    </w:p>
    <w:p w14:paraId="4CBF5D6C" w14:textId="6AB0F1B5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556E2A">
        <w:rPr>
          <w:rFonts w:ascii="Corbel" w:hAnsi="Corbel"/>
          <w:sz w:val="20"/>
          <w:szCs w:val="20"/>
        </w:rPr>
        <w:t>4</w:t>
      </w:r>
      <w:r w:rsidR="00002DA8">
        <w:rPr>
          <w:rFonts w:ascii="Corbel" w:hAnsi="Corbel"/>
          <w:sz w:val="20"/>
          <w:szCs w:val="20"/>
        </w:rPr>
        <w:t>/202</w:t>
      </w:r>
      <w:r w:rsidR="00556E2A">
        <w:rPr>
          <w:rFonts w:ascii="Corbel" w:hAnsi="Corbel"/>
          <w:sz w:val="20"/>
          <w:szCs w:val="20"/>
        </w:rPr>
        <w:t>5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8E7E9C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66600C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35136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77777777" w:rsidR="0085747A" w:rsidRPr="009C54AE" w:rsidRDefault="0017512A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5364C626" w:rsidR="009D31CF" w:rsidRPr="009C54AE" w:rsidRDefault="005427D5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4409D4F3" w:rsidR="009D31CF" w:rsidRPr="009C54AE" w:rsidRDefault="00F1483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CA2C2D">
        <w:rPr>
          <w:rFonts w:ascii="Corbel" w:hAnsi="Corbel"/>
          <w:b w:val="0"/>
          <w:smallCaps w:val="0"/>
          <w:szCs w:val="24"/>
        </w:rPr>
        <w:t xml:space="preserve">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57094" w14:textId="77777777" w:rsidR="004D0BD2" w:rsidRPr="009C54AE" w:rsidRDefault="004D0BD2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 xml:space="preserve">Analiza zależności </w:t>
            </w:r>
            <w:proofErr w:type="spellStart"/>
            <w:r w:rsidRPr="0007752B">
              <w:rPr>
                <w:rFonts w:ascii="Corbel" w:hAnsi="Corbel"/>
                <w:sz w:val="24"/>
                <w:szCs w:val="24"/>
              </w:rPr>
              <w:t>przyczynowo-skutkowych</w:t>
            </w:r>
            <w:proofErr w:type="spellEnd"/>
            <w:r w:rsidRPr="0007752B">
              <w:rPr>
                <w:rFonts w:ascii="Corbel" w:hAnsi="Corbel"/>
                <w:sz w:val="24"/>
                <w:szCs w:val="24"/>
              </w:rPr>
              <w:t xml:space="preserve">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 xml:space="preserve">Możliwość wykorzystania platformy MS </w:t>
      </w:r>
      <w:proofErr w:type="spellStart"/>
      <w:r w:rsidRPr="009F64A7">
        <w:rPr>
          <w:rFonts w:ascii="Corbel" w:hAnsi="Corbel"/>
          <w:sz w:val="24"/>
          <w:lang w:eastAsia="pl-PL"/>
        </w:rPr>
        <w:t>Teams</w:t>
      </w:r>
      <w:proofErr w:type="spellEnd"/>
      <w:r w:rsidRPr="009F64A7">
        <w:rPr>
          <w:rFonts w:ascii="Corbel" w:hAnsi="Corbel"/>
          <w:sz w:val="24"/>
          <w:lang w:eastAsia="pl-PL"/>
        </w:rPr>
        <w:t>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47EB1D67" w:rsidR="004D0BD2" w:rsidRPr="009C54AE" w:rsidRDefault="005427D5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15DEF73F" w:rsidR="004D0BD2" w:rsidRPr="009C54AE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proofErr w:type="gramEnd"/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3B3B2AF2" w:rsidR="004D0BD2" w:rsidRPr="009C54AE" w:rsidRDefault="003F0286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5753E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3F694D18" w:rsidR="004D0BD2" w:rsidRPr="009C54AE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28F8C766" w:rsidR="004D0BD2" w:rsidRPr="00D42568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proofErr w:type="spellStart"/>
            <w:r w:rsidRPr="179A32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179A3217">
              <w:rPr>
                <w:rFonts w:ascii="Corbel" w:hAnsi="Corbel"/>
                <w:b w:val="0"/>
                <w:smallCaps w:val="0"/>
              </w:rPr>
              <w:t>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179A3217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Wyd. PWSZ </w:t>
            </w:r>
            <w:proofErr w:type="spellStart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5B30" w14:textId="77777777" w:rsidR="009455CC" w:rsidRDefault="009455CC" w:rsidP="00C16ABF">
      <w:pPr>
        <w:spacing w:after="0" w:line="240" w:lineRule="auto"/>
      </w:pPr>
      <w:r>
        <w:separator/>
      </w:r>
    </w:p>
  </w:endnote>
  <w:endnote w:type="continuationSeparator" w:id="0">
    <w:p w14:paraId="37C60DEF" w14:textId="77777777" w:rsidR="009455CC" w:rsidRDefault="009455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7EC29" w14:textId="77777777" w:rsidR="009455CC" w:rsidRDefault="009455CC" w:rsidP="00C16ABF">
      <w:pPr>
        <w:spacing w:after="0" w:line="240" w:lineRule="auto"/>
      </w:pPr>
      <w:r>
        <w:separator/>
      </w:r>
    </w:p>
  </w:footnote>
  <w:footnote w:type="continuationSeparator" w:id="0">
    <w:p w14:paraId="415153D9" w14:textId="77777777" w:rsidR="009455CC" w:rsidRDefault="009455CC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8604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BF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C3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86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27D5"/>
    <w:rsid w:val="00543ACC"/>
    <w:rsid w:val="00550AF8"/>
    <w:rsid w:val="00556E2A"/>
    <w:rsid w:val="0056696D"/>
    <w:rsid w:val="005753E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7FC9"/>
    <w:rsid w:val="00647FA8"/>
    <w:rsid w:val="00650C5F"/>
    <w:rsid w:val="00654934"/>
    <w:rsid w:val="006620D9"/>
    <w:rsid w:val="0066600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707E"/>
    <w:rsid w:val="00826E3B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CC"/>
    <w:rsid w:val="009508DF"/>
    <w:rsid w:val="00950DAC"/>
    <w:rsid w:val="00954A07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54BD9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045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483F"/>
    <w:rsid w:val="00F17567"/>
    <w:rsid w:val="00F27A7B"/>
    <w:rsid w:val="00F526AF"/>
    <w:rsid w:val="00F617C3"/>
    <w:rsid w:val="00F62C6B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0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0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CDA6D6-3A60-4A14-8351-692F1C10E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314D42-9E88-4003-93F1-C313A8CA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1</Pages>
  <Words>883</Words>
  <Characters>5300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29</cp:revision>
  <cp:lastPrinted>2019-02-06T12:12:00Z</cp:lastPrinted>
  <dcterms:created xsi:type="dcterms:W3CDTF">2020-09-30T13:29:00Z</dcterms:created>
  <dcterms:modified xsi:type="dcterms:W3CDTF">2022-09-20T17:39:00Z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